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59AE6AF3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r w:rsidR="00A075B0">
        <w:rPr>
          <w:lang w:val="en-US"/>
        </w:rPr>
        <w:t>poser</w:t>
      </w:r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3170A3CC" w:rsidRDefault="00972C3B" w14:paraId="2B14F0E9" w14:textId="6083328D">
      <w:pPr>
        <w:rPr>
          <w:lang w:val="nl-BE"/>
        </w:rPr>
      </w:pPr>
      <w:proofErr w:type="spellStart"/>
      <w:r w:rsidRPr="3170A3CC" w:rsidR="00972C3B">
        <w:rPr>
          <w:lang w:val="en-US"/>
        </w:rPr>
        <w:t xml:space="preserve">La </w:t>
      </w:r>
      <w:r w:rsidRPr="3170A3CC" w:rsidR="00972C3B">
        <w:rPr>
          <w:lang w:val="en-US"/>
        </w:rPr>
        <w:t>vasque</w:t>
      </w:r>
      <w:r w:rsidRPr="3170A3CC" w:rsidR="00972C3B">
        <w:rPr>
          <w:lang w:val="en-US"/>
        </w:rPr>
        <w:t xml:space="preserve"> à </w:t>
      </w:r>
      <w:r w:rsidRPr="3170A3CC" w:rsidR="00972C3B">
        <w:rPr>
          <w:lang w:val="en-US"/>
        </w:rPr>
        <w:t>une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forme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rond</w:t>
      </w:r>
      <w:r w:rsidRPr="3170A3CC" w:rsidR="11DEBAA4">
        <w:rPr>
          <w:lang w:val="en-US"/>
        </w:rPr>
        <w:t xml:space="preserve">.  </w:t>
      </w:r>
      <w:r w:rsidRPr="3170A3CC" w:rsidR="11DEBAA4">
        <w:rPr>
          <w:lang w:val="en-US"/>
        </w:rPr>
        <w:t xml:space="preserve">le dessous de la </w:t>
      </w:r>
      <w:r w:rsidRPr="3170A3CC" w:rsidR="11DEBAA4">
        <w:rPr>
          <w:lang w:val="en-US"/>
        </w:rPr>
        <w:t>vasque</w:t>
      </w:r>
      <w:r w:rsidRPr="3170A3CC" w:rsidR="11DEBAA4">
        <w:rPr>
          <w:lang w:val="en-US"/>
        </w:rPr>
        <w:t xml:space="preserve"> s</w:t>
      </w:r>
      <w:r w:rsidRPr="3170A3CC" w:rsidR="7DE4BAC4">
        <w:rPr>
          <w:lang w:val="en-US"/>
        </w:rPr>
        <w:t xml:space="preserve">e </w:t>
      </w:r>
      <w:r w:rsidRPr="3170A3CC" w:rsidR="7DE4BAC4">
        <w:rPr>
          <w:lang w:val="en-US"/>
        </w:rPr>
        <w:t>rétrécit</w:t>
      </w:r>
      <w:r w:rsidRPr="3170A3CC" w:rsidR="7DE4BAC4">
        <w:rPr>
          <w:lang w:val="en-US"/>
        </w:rPr>
        <w:t xml:space="preserve"> et </w:t>
      </w:r>
      <w:r w:rsidRPr="3170A3CC" w:rsidR="7DE4BAC4">
        <w:rPr>
          <w:lang w:val="en-US"/>
        </w:rPr>
        <w:t>donne</w:t>
      </w:r>
      <w:r w:rsidRPr="3170A3CC" w:rsidR="7DE4BAC4">
        <w:rPr>
          <w:lang w:val="en-US"/>
        </w:rPr>
        <w:t xml:space="preserve"> un </w:t>
      </w:r>
      <w:r w:rsidRPr="3170A3CC" w:rsidR="7DE4BAC4">
        <w:rPr>
          <w:lang w:val="en-US"/>
        </w:rPr>
        <w:t>effet</w:t>
      </w:r>
      <w:r w:rsidRPr="3170A3CC" w:rsidR="7DE4BAC4">
        <w:rPr>
          <w:lang w:val="en-US"/>
        </w:rPr>
        <w:t xml:space="preserve"> </w:t>
      </w:r>
      <w:r w:rsidRPr="3170A3CC" w:rsidR="7DE4BAC4">
        <w:rPr>
          <w:lang w:val="en-US"/>
        </w:rPr>
        <w:t>flottant</w:t>
      </w:r>
      <w:r w:rsidRPr="3170A3CC" w:rsidR="7DE4BAC4">
        <w:rPr>
          <w:lang w:val="en-US"/>
        </w:rPr>
        <w:t xml:space="preserve">. 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00972C3B" w:rsidP="009A54BB" w:rsidRDefault="00972C3B" w14:paraId="5F24CFF1" w14:textId="0D2ECC4D">
      <w:pPr>
        <w:rPr>
          <w:lang w:val="nl-BE"/>
        </w:rPr>
      </w:pPr>
      <w:r w:rsidRPr="3170A3CC" w:rsidR="00972C3B">
        <w:rPr>
          <w:lang w:val="nl-BE"/>
        </w:rPr>
        <w:t>L’e</w:t>
      </w:r>
      <w:r w:rsidRPr="3170A3CC" w:rsidR="00BB530F">
        <w:rPr>
          <w:lang w:val="nl-BE"/>
        </w:rPr>
        <w:t>n</w:t>
      </w:r>
      <w:r w:rsidRPr="3170A3CC" w:rsidR="00972C3B">
        <w:rPr>
          <w:lang w:val="nl-BE"/>
        </w:rPr>
        <w:t>tr</w:t>
      </w:r>
      <w:r w:rsidRPr="3170A3CC" w:rsidR="00972C3B">
        <w:rPr>
          <w:lang w:val="nl-BE"/>
        </w:rPr>
        <w:t>etie</w:t>
      </w:r>
      <w:r w:rsidRPr="3170A3CC" w:rsidR="00972C3B">
        <w:rPr>
          <w:lang w:val="nl-BE"/>
        </w:rPr>
        <w:t>n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es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opti</w:t>
      </w:r>
      <w:r w:rsidRPr="3170A3CC" w:rsidR="00972C3B">
        <w:rPr>
          <w:lang w:val="nl-BE"/>
        </w:rPr>
        <w:t>ma</w:t>
      </w:r>
      <w:r w:rsidRPr="3170A3CC" w:rsidR="00972C3B">
        <w:rPr>
          <w:lang w:val="nl-BE"/>
        </w:rPr>
        <w:t>l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gr</w:t>
      </w:r>
      <w:r w:rsidRPr="3170A3CC" w:rsidR="00972C3B">
        <w:rPr>
          <w:lang w:val="nl-BE"/>
        </w:rPr>
        <w:t>âc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à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form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en</w:t>
      </w:r>
      <w:r w:rsidRPr="3170A3CC" w:rsidR="00972C3B">
        <w:rPr>
          <w:lang w:val="nl-BE"/>
        </w:rPr>
        <w:t>tièremen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arr</w:t>
      </w:r>
      <w:r w:rsidRPr="3170A3CC" w:rsidR="00972C3B">
        <w:rPr>
          <w:lang w:val="nl-BE"/>
        </w:rPr>
        <w:t>ondi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de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l’</w:t>
      </w:r>
      <w:r w:rsidRPr="3170A3CC" w:rsidR="00972C3B">
        <w:rPr>
          <w:lang w:val="nl-BE"/>
        </w:rPr>
        <w:t>intérieu</w:t>
      </w:r>
      <w:r w:rsidRPr="3170A3CC" w:rsidR="00972C3B">
        <w:rPr>
          <w:lang w:val="nl-BE"/>
        </w:rPr>
        <w:t>r</w:t>
      </w:r>
      <w:r w:rsidRPr="3170A3CC" w:rsidR="00972C3B">
        <w:rPr>
          <w:lang w:val="nl-BE"/>
        </w:rPr>
        <w:t xml:space="preserve"> de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vasqu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00D239B0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5E2AF3">
        <w:t>5</w:t>
      </w:r>
      <w:r w:rsidR="006C58D3">
        <w:t>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65D48C85">
      <w:r>
        <w:t xml:space="preserve">Montage </w:t>
      </w:r>
      <w:proofErr w:type="spellStart"/>
      <w:r w:rsidR="005E2AF3">
        <w:t>sur</w:t>
      </w:r>
      <w:proofErr w:type="spellEnd"/>
      <w:r w:rsidR="005E2AF3">
        <w:t xml:space="preserve"> </w:t>
      </w:r>
      <w:r>
        <w:t xml:space="preserve">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5E2AF3" w14:paraId="13542398" w14:textId="36963F5E">
      <w:pPr>
        <w:rPr>
          <w:lang w:val="en-US"/>
        </w:rPr>
      </w:pP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les prescriptions de la fabricant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A075B0" w14:paraId="35DC6C70" w14:textId="65F491EA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8EBE48" wp14:editId="4FB1ED2B">
            <wp:extent cx="5977255" cy="403225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55DA295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7C4CD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7C4CD8">
      <w:rPr>
        <w:rFonts w:ascii="Arial" w:hAnsi="Arial" w:cs="Arial"/>
        <w:b/>
        <w:szCs w:val="24"/>
        <w:lang w:val="nl-BE"/>
      </w:rPr>
      <w:t>poser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2AF3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CD8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B0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E257E31"/>
    <w:rsid w:val="11DEBAA4"/>
    <w:rsid w:val="1CF2DC32"/>
    <w:rsid w:val="3170A3CC"/>
    <w:rsid w:val="48871A35"/>
    <w:rsid w:val="6E9B1060"/>
    <w:rsid w:val="6F44C851"/>
    <w:rsid w:val="7DE4B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D2B8531-4605-46F4-8703-1E3540B3D8CE}"/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infopath/2007/PartnerControls"/>
    <ds:schemaRef ds:uri="http://purl.org/dc/terms/"/>
    <ds:schemaRef ds:uri="17d37a4d-1901-487a-8e58-d338e641c525"/>
    <ds:schemaRef ds:uri="http://schemas.openxmlformats.org/package/2006/metadata/core-properties"/>
    <ds:schemaRef ds:uri="http://schemas.microsoft.com/office/2006/documentManagement/types"/>
    <ds:schemaRef ds:uri="d256ffaf-32c2-4ef8-b6e1-7613ce31a18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44</cp:revision>
  <cp:lastPrinted>2011-12-15T11:14:00Z</cp:lastPrinted>
  <dcterms:created xsi:type="dcterms:W3CDTF">2020-03-10T16:23:00Z</dcterms:created>
  <dcterms:modified xsi:type="dcterms:W3CDTF">2023-11-22T13:07:32Z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